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98887CA" w:rsidR="005C6DCE" w:rsidRPr="0080358B" w:rsidRDefault="000B5BB7"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B5BB7"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137119C" w:rsidR="006938F5" w:rsidRDefault="000B5BB7" w:rsidP="006718D3">
            <w:pPr>
              <w:spacing w:after="0"/>
              <w:jc w:val="left"/>
            </w:pPr>
            <w:r>
              <w:t>HR.DS.2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D061F72" w:rsidR="006938F5" w:rsidRDefault="000B5BB7" w:rsidP="006718D3">
            <w:pPr>
              <w:spacing w:after="0"/>
              <w:jc w:val="left"/>
            </w:pPr>
            <w:r>
              <w:t>388586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2D77F2D" w:rsidR="4EEB584D" w:rsidRDefault="000B5BB7"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41613376" w:rsidR="006938F5" w:rsidRDefault="000B5BB7"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FB2A398" w:rsidR="3C2D33B5" w:rsidRDefault="000B5BB7" w:rsidP="14270372">
            <w:pPr>
              <w:spacing w:after="0"/>
              <w:jc w:val="left"/>
            </w:pPr>
            <w:r>
              <w:t>Brussels</w:t>
            </w:r>
          </w:p>
          <w:p w14:paraId="6B7C1AA9" w14:textId="25ADC53F" w:rsidR="3C2D33B5" w:rsidRDefault="000B5BB7" w:rsidP="14270372">
            <w:pPr>
              <w:spacing w:after="0"/>
              <w:jc w:val="left"/>
            </w:pPr>
            <w:r>
              <w:t>Bruxelles</w:t>
            </w:r>
          </w:p>
          <w:p w14:paraId="5C918E8F" w14:textId="1AE20E78" w:rsidR="3C2D33B5" w:rsidRDefault="000B5BB7"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2CA7145" w:rsidR="006938F5" w:rsidRDefault="000B5BB7" w:rsidP="006718D3">
            <w:pPr>
              <w:spacing w:after="0"/>
              <w:jc w:val="left"/>
            </w:pPr>
            <w:r>
              <w:t>With allowances</w:t>
            </w:r>
          </w:p>
          <w:p w14:paraId="02E31856" w14:textId="79A25FED" w:rsidR="006938F5" w:rsidRDefault="000B5BB7" w:rsidP="006718D3">
            <w:pPr>
              <w:spacing w:after="0"/>
              <w:jc w:val="left"/>
            </w:pPr>
            <w:r>
              <w:t>Avec indemnités</w:t>
            </w:r>
          </w:p>
          <w:p w14:paraId="720FD450" w14:textId="6F68F84E" w:rsidR="006938F5" w:rsidRDefault="000B5BB7"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7B46F1E" w:rsidR="006938F5" w:rsidRDefault="000B5BB7" w:rsidP="006718D3">
            <w:pPr>
              <w:spacing w:after="0"/>
              <w:jc w:val="left"/>
            </w:pPr>
            <w:r>
              <w:t>Member States</w:t>
            </w:r>
          </w:p>
          <w:p w14:paraId="2A7DF233" w14:textId="1C775692" w:rsidR="006938F5" w:rsidRDefault="000B5BB7" w:rsidP="006718D3">
            <w:pPr>
              <w:spacing w:after="0"/>
              <w:jc w:val="left"/>
            </w:pPr>
            <w:r>
              <w:t>États membres</w:t>
            </w:r>
          </w:p>
          <w:p w14:paraId="13C75E2E" w14:textId="39AA632A" w:rsidR="006938F5" w:rsidRDefault="000B5BB7"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1658939" w:rsidR="006938F5" w:rsidRDefault="000B5BB7"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5C14F97B" w:rsidR="00A95A44" w:rsidRPr="00E61551" w:rsidRDefault="000B5BB7"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A1F3DE8" w14:textId="77777777" w:rsidR="000B5BB7" w:rsidRDefault="000B5BB7" w:rsidP="003C1977">
      <w:pPr>
        <w:spacing w:after="0"/>
      </w:pPr>
      <w:r>
        <w:t>We are HR.DS.2, the unit responsible for Investigations &amp; Analysis within the Security Directorate of DG Human Resources and Security. Our mission is to protect the Commission’s staff, assets and information against all kinds of threats deriving from hostile intelligence threat actors, terrorism, violent extremism and other origins. The unit is composed of about 45 staff members (including Seconded National Experts), divided into three sectors which focus on countering the threat relating to intelligence-gathering (CI), terrorism and extremism (CT), and cyber-attacks (CART). The unit also hosts an open-source intelligence team (SIOS).</w:t>
      </w:r>
    </w:p>
    <w:p w14:paraId="4AF0FA75" w14:textId="77777777" w:rsidR="000B5BB7" w:rsidRDefault="000B5BB7" w:rsidP="003C1977">
      <w:pPr>
        <w:spacing w:after="0"/>
      </w:pPr>
      <w:r>
        <w:t>The Unit is responsible for producing a myriad of analysis products regarding the threats described above. Furthermore, it carries out all security investigations in the fields of espionage, terrorism and extremism and cyber.</w:t>
      </w:r>
    </w:p>
    <w:p w14:paraId="3D564710" w14:textId="77777777" w:rsidR="000B5BB7" w:rsidRDefault="000B5BB7" w:rsidP="003C1977">
      <w:pPr>
        <w:spacing w:after="0"/>
      </w:pPr>
      <w:r>
        <w:t>The unit is also in charge of raising the awareness of staff members, including Cabinets and Commissioners, about threats related to CI, Cyber and CT.</w:t>
      </w:r>
    </w:p>
    <w:p w14:paraId="082C8F18" w14:textId="77777777" w:rsidR="000B5BB7" w:rsidRDefault="000B5BB7" w:rsidP="003C1977">
      <w:pPr>
        <w:spacing w:after="0"/>
      </w:pPr>
      <w:r>
        <w:t>It performs the screening of all Commission staff members which hold a non-European nationality. Finally, the unit performs tasks aimed at preventing the threats described above.</w:t>
      </w:r>
    </w:p>
    <w:p w14:paraId="72706323" w14:textId="77777777" w:rsidR="000B5BB7" w:rsidRDefault="000B5BB7" w:rsidP="003C1977">
      <w:pPr>
        <w:spacing w:after="0"/>
      </w:pPr>
      <w:r>
        <w:t>The Unit is the Commission's point of contact for Member States’ security and intelligence services.</w:t>
      </w:r>
    </w:p>
    <w:p w14:paraId="2444BC8A" w14:textId="5AC92A80"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A86E1C1" w14:textId="77777777" w:rsidR="000B5BB7" w:rsidRDefault="000B5BB7" w:rsidP="003C1977">
      <w:pPr>
        <w:spacing w:after="0"/>
      </w:pPr>
      <w:r>
        <w:t>We propose a position as investigator/analyst in the Counter-intelligence (CI) Sector, composed of 14 staff members. The Sector identifies, analyses, assesses, investigates and monitors potential threats stemming from intelligence-gathering actors, both within the EU, and when performing missions to third countries. The sector regularly carries out counter-intelligence investigations in close collaboration with competent EU Member States authorities.</w:t>
      </w:r>
    </w:p>
    <w:p w14:paraId="5441F7FF" w14:textId="77777777" w:rsidR="000B5BB7" w:rsidRDefault="000B5BB7" w:rsidP="003C1977">
      <w:pPr>
        <w:spacing w:after="0"/>
      </w:pPr>
      <w:r>
        <w:t>We are looking for a dynamic colleague, who under the instructions of a European official and as part of a team of CI experts, will have to carry out the following tasks:</w:t>
      </w:r>
    </w:p>
    <w:p w14:paraId="35545771" w14:textId="77777777" w:rsidR="000B5BB7" w:rsidRDefault="000B5BB7" w:rsidP="003C1977">
      <w:pPr>
        <w:spacing w:after="0"/>
      </w:pPr>
      <w:r>
        <w:t>•</w:t>
      </w:r>
      <w:r>
        <w:tab/>
        <w:t>Gather, analyse and process intelligence concerning espionage attempts in the European Commission;</w:t>
      </w:r>
    </w:p>
    <w:p w14:paraId="6B695E6B" w14:textId="77777777" w:rsidR="000B5BB7" w:rsidRDefault="000B5BB7" w:rsidP="003C1977">
      <w:pPr>
        <w:spacing w:after="0"/>
      </w:pPr>
    </w:p>
    <w:p w14:paraId="04FD8107" w14:textId="77777777" w:rsidR="000B5BB7" w:rsidRDefault="000B5BB7" w:rsidP="003C1977">
      <w:pPr>
        <w:spacing w:after="0"/>
      </w:pPr>
      <w:r>
        <w:t>•</w:t>
      </w:r>
      <w:r>
        <w:tab/>
        <w:t>Protect the European Commission staff, information and assets against the activity of hostile intelligence services by implementing the counter-espionage strategy of the European Commission and by assessing the intelligence threats;</w:t>
      </w:r>
    </w:p>
    <w:p w14:paraId="4C40EC91" w14:textId="77777777" w:rsidR="000B5BB7" w:rsidRDefault="000B5BB7" w:rsidP="003C1977">
      <w:pPr>
        <w:spacing w:after="0"/>
      </w:pPr>
    </w:p>
    <w:p w14:paraId="51577B02" w14:textId="77777777" w:rsidR="000B5BB7" w:rsidRDefault="000B5BB7" w:rsidP="003C1977">
      <w:pPr>
        <w:spacing w:after="0"/>
      </w:pPr>
      <w:r>
        <w:t>•</w:t>
      </w:r>
      <w:r>
        <w:tab/>
        <w:t>Provide his/her analytical and/or operational expertise on counter-intelligence and on the relevant threats faced by the Institution. Draft investigation reports.</w:t>
      </w:r>
    </w:p>
    <w:p w14:paraId="1D78D16A" w14:textId="77777777" w:rsidR="000B5BB7" w:rsidRDefault="000B5BB7" w:rsidP="003C1977">
      <w:pPr>
        <w:spacing w:after="0"/>
      </w:pPr>
    </w:p>
    <w:p w14:paraId="713BB8C7" w14:textId="77777777" w:rsidR="000B5BB7" w:rsidRDefault="000B5BB7" w:rsidP="003C1977">
      <w:pPr>
        <w:spacing w:after="0"/>
      </w:pPr>
      <w:r>
        <w:t>•</w:t>
      </w:r>
      <w:r>
        <w:tab/>
        <w:t>Carry out security investigations within the European Commission related to intelligence collection attempts from hostile state or non-state adversaries;</w:t>
      </w:r>
    </w:p>
    <w:p w14:paraId="196DB4B7" w14:textId="77777777" w:rsidR="000B5BB7" w:rsidRDefault="000B5BB7" w:rsidP="003C1977">
      <w:pPr>
        <w:spacing w:after="0"/>
      </w:pPr>
    </w:p>
    <w:p w14:paraId="32F70B0B" w14:textId="77777777" w:rsidR="000B5BB7" w:rsidRDefault="000B5BB7" w:rsidP="003C1977">
      <w:pPr>
        <w:spacing w:after="0"/>
      </w:pPr>
      <w:r>
        <w:t>•</w:t>
      </w:r>
      <w:r>
        <w:tab/>
        <w:t>Raise the awareness of European Commission staff with regards to the intelligence threat, by personally delivering CI-dedicated briefings to individuals or groups of European Officials;</w:t>
      </w:r>
    </w:p>
    <w:p w14:paraId="2E2BB9EA" w14:textId="77777777" w:rsidR="000B5BB7" w:rsidRDefault="000B5BB7" w:rsidP="003C1977">
      <w:pPr>
        <w:spacing w:after="0"/>
      </w:pPr>
    </w:p>
    <w:p w14:paraId="61877A09" w14:textId="77777777" w:rsidR="000B5BB7" w:rsidRDefault="000B5BB7" w:rsidP="003C1977">
      <w:pPr>
        <w:spacing w:after="0"/>
      </w:pPr>
      <w:r>
        <w:t>•</w:t>
      </w:r>
      <w:r>
        <w:tab/>
        <w:t>Maintain and improve operational liaison and working contacts with security and intelligence services of other European Institutions, Member-States, third countries and international organisations in the counter-espionage field.</w:t>
      </w:r>
    </w:p>
    <w:p w14:paraId="4FA38409" w14:textId="230A69BF"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37F7AD4" w14:textId="77777777" w:rsidR="000B5BB7" w:rsidRDefault="000B5BB7" w:rsidP="00527473">
      <w:pPr>
        <w:spacing w:after="0"/>
        <w:jc w:val="left"/>
      </w:pPr>
      <w:r>
        <w:t>We are a friendly and dynamic team, looking for a motivated, pragmatic and team-oriented colleague with a strong sense of responsibility, discretion and professionalism. The successful candidate should have a solid experience in CI investigations as well as the ability to perform analytical tasks such as security threat assessments.</w:t>
      </w:r>
    </w:p>
    <w:p w14:paraId="169C114F" w14:textId="77777777" w:rsidR="000B5BB7" w:rsidRDefault="000B5BB7" w:rsidP="00527473">
      <w:pPr>
        <w:spacing w:after="0"/>
        <w:jc w:val="left"/>
      </w:pPr>
    </w:p>
    <w:p w14:paraId="6A21114D" w14:textId="77777777" w:rsidR="000B5BB7" w:rsidRDefault="000B5BB7" w:rsidP="00527473">
      <w:pPr>
        <w:spacing w:after="0"/>
        <w:jc w:val="left"/>
      </w:pPr>
      <w:r>
        <w:t xml:space="preserve">The job requires solid investigative experience and analytical capacities, allowing the jobholder to perform preliminary and in-depth mandated investigations into the intelligence threat, and to draft the corresponding investigation reports. </w:t>
      </w:r>
    </w:p>
    <w:p w14:paraId="0308B604" w14:textId="77777777" w:rsidR="000B5BB7" w:rsidRDefault="000B5BB7" w:rsidP="00527473">
      <w:pPr>
        <w:spacing w:after="0"/>
        <w:jc w:val="left"/>
      </w:pPr>
    </w:p>
    <w:p w14:paraId="16C68A12" w14:textId="77777777" w:rsidR="000B5BB7" w:rsidRDefault="000B5BB7" w:rsidP="00527473">
      <w:pPr>
        <w:spacing w:after="0"/>
        <w:jc w:val="left"/>
      </w:pPr>
      <w:r>
        <w:t>Excellent communication skills as well as the ability to write in a clear, accurate and concise manner are required. Proficiency with open searches intelligence tools is considered a bonus.</w:t>
      </w:r>
    </w:p>
    <w:p w14:paraId="28318533" w14:textId="77777777" w:rsidR="000B5BB7" w:rsidRDefault="000B5BB7" w:rsidP="00527473">
      <w:pPr>
        <w:spacing w:after="0"/>
        <w:jc w:val="left"/>
      </w:pPr>
    </w:p>
    <w:p w14:paraId="534AD23A" w14:textId="77777777" w:rsidR="000B5BB7" w:rsidRDefault="000B5BB7" w:rsidP="00527473">
      <w:pPr>
        <w:spacing w:after="0"/>
        <w:jc w:val="left"/>
      </w:pPr>
      <w:r>
        <w:t>The selected candidate should have the ability to work under pressure, be resilient. S/he should have a positive attitude and should be result-oriented, open-minded and flexible with good organisational and prioritisation skills.</w:t>
      </w:r>
    </w:p>
    <w:p w14:paraId="77C303BB" w14:textId="77777777" w:rsidR="000B5BB7" w:rsidRDefault="000B5BB7" w:rsidP="00527473">
      <w:pPr>
        <w:spacing w:after="0"/>
        <w:jc w:val="left"/>
      </w:pPr>
    </w:p>
    <w:p w14:paraId="030E163C" w14:textId="77777777" w:rsidR="000B5BB7" w:rsidRDefault="000B5BB7" w:rsidP="00527473">
      <w:pPr>
        <w:spacing w:after="0"/>
        <w:jc w:val="left"/>
      </w:pPr>
      <w:r>
        <w:t>The unit's main working language is English for which proficiency is required, both in terms of written production (notes and reports) and oral delivery (meetings with and presentations to small or large audiences). A good knowledge of French is considered as an asset.</w:t>
      </w:r>
    </w:p>
    <w:p w14:paraId="5FA02CB5" w14:textId="77777777" w:rsidR="000B5BB7" w:rsidRDefault="000B5BB7" w:rsidP="00527473">
      <w:pPr>
        <w:spacing w:after="0"/>
        <w:jc w:val="left"/>
      </w:pPr>
    </w:p>
    <w:p w14:paraId="123B9106" w14:textId="77777777" w:rsidR="000B5BB7" w:rsidRDefault="000B5BB7" w:rsidP="00527473">
      <w:pPr>
        <w:spacing w:after="0"/>
        <w:jc w:val="left"/>
      </w:pPr>
      <w:r>
        <w:t>The candidate must either be a holder of a valid security clearance up to the level of "SECRET UE/EU SECRET" or be willing to undergo the national security vetting procedure in order to be allowed to perform her/his job.</w:t>
      </w:r>
    </w:p>
    <w:p w14:paraId="0DE8C532" w14:textId="13251FA4"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29F06A0D" w:rsidR="0017274D" w:rsidRPr="008250D4" w:rsidRDefault="000B5BB7"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9E51BDE" w14:textId="77777777" w:rsidR="000B5BB7" w:rsidRDefault="000B5BB7" w:rsidP="00527473">
      <w:pPr>
        <w:spacing w:after="0"/>
        <w:rPr>
          <w:lang w:val="de-DE"/>
        </w:rPr>
      </w:pPr>
      <w:r>
        <w:rPr>
          <w:lang w:val="de-DE"/>
        </w:rPr>
        <w:t>Nous sommes HR. DS.2, l’unité responsable des enquêtes et des analyses au sein de la direction de la sécurité de la DG Ressources Humaines et Sécurité. Notre mission est de protéger le personnel, les biens et les informations de la Commission contre toutes sortes de menaces provenant d’acteurs hostiles actifs dans les domaines du renseignement, du terrorisme, de l’extrémisme violent et d’autres origines. L’unité est composée d’environ 45 membres (y compris des Experts Nationaux Détachés), répartis en trois secteurs qui se concentrent sur la lutte contre les menaces liées à la collecte de renseignements (CI), au terrorisme et à l’extrémisme (CT) et aux cyberattaques (CART). L’unité héberge également une équipe de renseignement d’origine sources ouvertes (SIOS).</w:t>
      </w:r>
    </w:p>
    <w:p w14:paraId="3336B9CC" w14:textId="77777777" w:rsidR="000B5BB7" w:rsidRDefault="000B5BB7" w:rsidP="00527473">
      <w:pPr>
        <w:spacing w:after="0"/>
        <w:rPr>
          <w:lang w:val="de-DE"/>
        </w:rPr>
      </w:pPr>
      <w:r>
        <w:rPr>
          <w:lang w:val="de-DE"/>
        </w:rPr>
        <w:t>L’unité est chargée de produire une multitude de produits d’analyse concernant les menaces décrites ci-dessus. En outre, elle mène toutes les enquêtes de sécurité dans les domaines de l’espionnage, du terrorisme et de l’extrémisme, et du cyber.</w:t>
      </w:r>
    </w:p>
    <w:p w14:paraId="6DFD68CD" w14:textId="77777777" w:rsidR="000B5BB7" w:rsidRDefault="000B5BB7" w:rsidP="00527473">
      <w:pPr>
        <w:spacing w:after="0"/>
        <w:rPr>
          <w:lang w:val="de-DE"/>
        </w:rPr>
      </w:pPr>
      <w:r>
        <w:rPr>
          <w:lang w:val="de-DE"/>
        </w:rPr>
        <w:t>L’unité est également chargée de sensibiliser les membres du personnel, y compris les cabinets et les commissaires, aux menaces liées au CI, au Cyber et au CT.</w:t>
      </w:r>
    </w:p>
    <w:p w14:paraId="2953473A" w14:textId="77777777" w:rsidR="000B5BB7" w:rsidRDefault="000B5BB7" w:rsidP="00527473">
      <w:pPr>
        <w:spacing w:after="0"/>
        <w:rPr>
          <w:lang w:val="de-DE"/>
        </w:rPr>
      </w:pPr>
      <w:r>
        <w:rPr>
          <w:lang w:val="de-DE"/>
        </w:rPr>
        <w:t>Elle effectue le criblage de tous les membres du personnel de la Commission qui détiennent une nationalité non européenne. Enfin, l’unité effectue des tâches visant à prévenir les menaces décrites ci-dessus.</w:t>
      </w:r>
    </w:p>
    <w:p w14:paraId="0952B415" w14:textId="77777777" w:rsidR="000B5BB7" w:rsidRDefault="000B5BB7" w:rsidP="00527473">
      <w:pPr>
        <w:spacing w:after="0"/>
        <w:rPr>
          <w:lang w:val="de-DE"/>
        </w:rPr>
      </w:pPr>
      <w:r>
        <w:rPr>
          <w:lang w:val="de-DE"/>
        </w:rPr>
        <w:t>Cette unité est le point de contact de la Commission pour les services de sécurité et de renseignement des États membres.</w:t>
      </w:r>
    </w:p>
    <w:p w14:paraId="6810D07E" w14:textId="7AE048B8"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2BCB3AA9" w14:textId="77777777" w:rsidR="000B5BB7" w:rsidRDefault="000B5BB7" w:rsidP="00527473">
      <w:pPr>
        <w:spacing w:after="0"/>
        <w:jc w:val="left"/>
        <w:rPr>
          <w:lang w:val="de-DE"/>
        </w:rPr>
      </w:pPr>
      <w:r>
        <w:rPr>
          <w:lang w:val="de-DE"/>
        </w:rPr>
        <w:t xml:space="preserve">Nous proposons un poste d’enquêteur/analyste dans le Secteur du Contre-espionnage (CI), composé de 14 collaborateurs. Le secteur identifie, analyse, évalue, enquête et surveille les menaces potentielles émanant des acteurs de la collecte de renseignements, tant au sein de l’UE que lors des missions dans des pays tiers. Régulièrement, le secteur mène des enquêtes de contre-espionnage en étroite collaboration avec les autorités compétentes des États membres de l’UE. </w:t>
      </w:r>
    </w:p>
    <w:p w14:paraId="4C36380E" w14:textId="77777777" w:rsidR="000B5BB7" w:rsidRDefault="000B5BB7" w:rsidP="00527473">
      <w:pPr>
        <w:spacing w:after="0"/>
        <w:jc w:val="left"/>
        <w:rPr>
          <w:lang w:val="de-DE"/>
        </w:rPr>
      </w:pPr>
      <w:r>
        <w:rPr>
          <w:lang w:val="de-DE"/>
        </w:rPr>
        <w:t>Nous sommes à la recherche d’un collègue dynamique qui, sous les instructions d’un fonctionnaire européen et au sein d’une équipe d’experts CI, devra effectuer les tâches suivantes:</w:t>
      </w:r>
    </w:p>
    <w:p w14:paraId="5F636A4A" w14:textId="77777777" w:rsidR="000B5BB7" w:rsidRDefault="000B5BB7" w:rsidP="00527473">
      <w:pPr>
        <w:spacing w:after="0"/>
        <w:jc w:val="left"/>
        <w:rPr>
          <w:lang w:val="de-DE"/>
        </w:rPr>
      </w:pPr>
      <w:r>
        <w:rPr>
          <w:lang w:val="de-DE"/>
        </w:rPr>
        <w:t>•</w:t>
      </w:r>
      <w:r>
        <w:rPr>
          <w:lang w:val="de-DE"/>
        </w:rPr>
        <w:tab/>
        <w:t>Recueillir, analyser et traiter les renseignements concernant les tentatives d’espionnage au sein de la Commission européenne ;</w:t>
      </w:r>
    </w:p>
    <w:p w14:paraId="65DB5A8D" w14:textId="77777777" w:rsidR="000B5BB7" w:rsidRDefault="000B5BB7" w:rsidP="00527473">
      <w:pPr>
        <w:spacing w:after="0"/>
        <w:jc w:val="left"/>
        <w:rPr>
          <w:lang w:val="de-DE"/>
        </w:rPr>
      </w:pPr>
    </w:p>
    <w:p w14:paraId="3696D227" w14:textId="77777777" w:rsidR="000B5BB7" w:rsidRDefault="000B5BB7" w:rsidP="00527473">
      <w:pPr>
        <w:spacing w:after="0"/>
        <w:jc w:val="left"/>
        <w:rPr>
          <w:lang w:val="de-DE"/>
        </w:rPr>
      </w:pPr>
      <w:r>
        <w:rPr>
          <w:lang w:val="de-DE"/>
        </w:rPr>
        <w:t>•</w:t>
      </w:r>
      <w:r>
        <w:rPr>
          <w:lang w:val="de-DE"/>
        </w:rPr>
        <w:tab/>
        <w:t>Protéger le personnel, les informations et les biens de la Commission européenne contre l’activité des services de renseignement hostiles en mettant en œuvre la stratégie de contre-espionnage de la Commission européenne et en évaluant les menaces en matière de renseignement ;</w:t>
      </w:r>
    </w:p>
    <w:p w14:paraId="174911FA" w14:textId="77777777" w:rsidR="000B5BB7" w:rsidRDefault="000B5BB7" w:rsidP="00527473">
      <w:pPr>
        <w:spacing w:after="0"/>
        <w:jc w:val="left"/>
        <w:rPr>
          <w:lang w:val="de-DE"/>
        </w:rPr>
      </w:pPr>
    </w:p>
    <w:p w14:paraId="56A9D997" w14:textId="77777777" w:rsidR="000B5BB7" w:rsidRDefault="000B5BB7" w:rsidP="00527473">
      <w:pPr>
        <w:spacing w:after="0"/>
        <w:jc w:val="left"/>
        <w:rPr>
          <w:lang w:val="de-DE"/>
        </w:rPr>
      </w:pPr>
      <w:r>
        <w:rPr>
          <w:lang w:val="de-DE"/>
        </w:rPr>
        <w:t>•</w:t>
      </w:r>
      <w:r>
        <w:rPr>
          <w:lang w:val="de-DE"/>
        </w:rPr>
        <w:tab/>
        <w:t>les menaces pertinentes auxquelles l’Institution est confrontée. Rédiger des rapports d’enquête ;</w:t>
      </w:r>
    </w:p>
    <w:p w14:paraId="16DEC17D" w14:textId="77777777" w:rsidR="000B5BB7" w:rsidRDefault="000B5BB7" w:rsidP="00527473">
      <w:pPr>
        <w:spacing w:after="0"/>
        <w:jc w:val="left"/>
        <w:rPr>
          <w:lang w:val="de-DE"/>
        </w:rPr>
      </w:pPr>
    </w:p>
    <w:p w14:paraId="76FA43B1" w14:textId="77777777" w:rsidR="000B5BB7" w:rsidRDefault="000B5BB7" w:rsidP="00527473">
      <w:pPr>
        <w:spacing w:after="0"/>
        <w:jc w:val="left"/>
        <w:rPr>
          <w:lang w:val="de-DE"/>
        </w:rPr>
      </w:pPr>
      <w:r>
        <w:rPr>
          <w:lang w:val="de-DE"/>
        </w:rPr>
        <w:t>•</w:t>
      </w:r>
      <w:r>
        <w:rPr>
          <w:lang w:val="de-DE"/>
        </w:rPr>
        <w:tab/>
        <w:t xml:space="preserve">Mener des enquêtes de sécurité au sein de la Commission européenne en lien avec les tentatives de collecte de renseignements émanant d’adversaires hostiles étatiques ou non étatiques ; </w:t>
      </w:r>
    </w:p>
    <w:p w14:paraId="02E4FDB6" w14:textId="77777777" w:rsidR="000B5BB7" w:rsidRDefault="000B5BB7" w:rsidP="00527473">
      <w:pPr>
        <w:spacing w:after="0"/>
        <w:jc w:val="left"/>
        <w:rPr>
          <w:lang w:val="de-DE"/>
        </w:rPr>
      </w:pPr>
    </w:p>
    <w:p w14:paraId="626F1D9A" w14:textId="77777777" w:rsidR="000B5BB7" w:rsidRDefault="000B5BB7" w:rsidP="00527473">
      <w:pPr>
        <w:spacing w:after="0"/>
        <w:jc w:val="left"/>
        <w:rPr>
          <w:lang w:val="de-DE"/>
        </w:rPr>
      </w:pPr>
      <w:r>
        <w:rPr>
          <w:lang w:val="de-DE"/>
        </w:rPr>
        <w:t>•</w:t>
      </w:r>
      <w:r>
        <w:rPr>
          <w:lang w:val="de-DE"/>
        </w:rPr>
        <w:tab/>
        <w:t>Sensibiliser le personnel de la Commission européenne aux menaces que représente l’espionnage, en délivrant soi-même des présentations dédiées aux personnels de la Commission européenne. Ces présentations sont données sur une base individuelle ou à des groupes de fonctionnaires européens ;</w:t>
      </w:r>
    </w:p>
    <w:p w14:paraId="44543464" w14:textId="77777777" w:rsidR="000B5BB7" w:rsidRDefault="000B5BB7" w:rsidP="00527473">
      <w:pPr>
        <w:spacing w:after="0"/>
        <w:jc w:val="left"/>
        <w:rPr>
          <w:lang w:val="de-DE"/>
        </w:rPr>
      </w:pPr>
    </w:p>
    <w:p w14:paraId="2B30BEA4" w14:textId="77777777" w:rsidR="000B5BB7" w:rsidRDefault="000B5BB7" w:rsidP="00527473">
      <w:pPr>
        <w:spacing w:after="0"/>
        <w:jc w:val="left"/>
        <w:rPr>
          <w:lang w:val="de-DE"/>
        </w:rPr>
      </w:pPr>
      <w:r>
        <w:rPr>
          <w:lang w:val="de-DE"/>
        </w:rPr>
        <w:t>•</w:t>
      </w:r>
      <w:r>
        <w:rPr>
          <w:lang w:val="de-DE"/>
        </w:rPr>
        <w:tab/>
        <w:t>Assurer et intensifier la liaison opérationnelle et les contacts de travail avec les services de sécurité et de renseignement des autres institutions européennes, des États membres, des pays tiers et des organisations internationales dans le domaine du contre-espionnage.</w:t>
      </w:r>
    </w:p>
    <w:p w14:paraId="59404C02" w14:textId="34D35A02"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DB15847" w14:textId="77777777" w:rsidR="000B5BB7" w:rsidRDefault="000B5BB7" w:rsidP="00527473">
      <w:pPr>
        <w:spacing w:after="0"/>
        <w:rPr>
          <w:lang w:val="de-DE"/>
        </w:rPr>
      </w:pPr>
      <w:r>
        <w:rPr>
          <w:lang w:val="de-DE"/>
        </w:rPr>
        <w:t>Nous sommes une équipe conviviale et dynamique, à la recherche d’un collègue motivé, pragmatique, responsable, discret et professionnel, avec un esprit d’équipe.</w:t>
      </w:r>
    </w:p>
    <w:p w14:paraId="48D748F7" w14:textId="77777777" w:rsidR="000B5BB7" w:rsidRDefault="000B5BB7" w:rsidP="00527473">
      <w:pPr>
        <w:spacing w:after="0"/>
        <w:rPr>
          <w:lang w:val="de-DE"/>
        </w:rPr>
      </w:pPr>
      <w:r>
        <w:rPr>
          <w:lang w:val="de-DE"/>
        </w:rPr>
        <w:t>Le candidat retenu doit avoir une solide expérience comme enquêteur dans le domaine du CI ainsi que la capacité d’effectuer des tâches analytiques telle que l’évaluation des menaces à la sécurité.</w:t>
      </w:r>
    </w:p>
    <w:p w14:paraId="5276CEFC" w14:textId="77777777" w:rsidR="000B5BB7" w:rsidRDefault="000B5BB7" w:rsidP="00527473">
      <w:pPr>
        <w:spacing w:after="0"/>
        <w:rPr>
          <w:lang w:val="de-DE"/>
        </w:rPr>
      </w:pPr>
      <w:r>
        <w:rPr>
          <w:lang w:val="de-DE"/>
        </w:rPr>
        <w:t xml:space="preserve">Le poste requiert une solide expérience d’enquête et des capacités d’analyse, permettant au titulaire du poste d’effectuer des enquêtes préliminaires et approfondies sur la menace de l’espionnage et de rédiger les rapports d’enquête correspondants. </w:t>
      </w:r>
    </w:p>
    <w:p w14:paraId="787D29FA" w14:textId="77777777" w:rsidR="000B5BB7" w:rsidRDefault="000B5BB7" w:rsidP="00527473">
      <w:pPr>
        <w:spacing w:after="0"/>
        <w:rPr>
          <w:lang w:val="de-DE"/>
        </w:rPr>
      </w:pPr>
      <w:r>
        <w:rPr>
          <w:lang w:val="de-DE"/>
        </w:rPr>
        <w:t>D’excellentes compétences en communication ainsi que la capacité d’écrire de manière claire, précise et de manière concise sont requises. L’aptitude à effectuer des recherches en sources ouvertes est considérée comme un plus.</w:t>
      </w:r>
    </w:p>
    <w:p w14:paraId="37A6C17D" w14:textId="77777777" w:rsidR="000B5BB7" w:rsidRDefault="000B5BB7" w:rsidP="00527473">
      <w:pPr>
        <w:spacing w:after="0"/>
        <w:rPr>
          <w:lang w:val="de-DE"/>
        </w:rPr>
      </w:pPr>
      <w:r>
        <w:rPr>
          <w:lang w:val="de-DE"/>
        </w:rPr>
        <w:t>Le candidat sélectionné doit avoir la capacité de travailler sous pression, d’être résilient. Il/elle doit avoir une attitude positive et doit être orienté vers les résultats, ouvert d’esprit et flexible, avec de bonnes compétences en matière d’organisation et de hiérarchisation.</w:t>
      </w:r>
    </w:p>
    <w:p w14:paraId="666AB909" w14:textId="77777777" w:rsidR="000B5BB7" w:rsidRDefault="000B5BB7" w:rsidP="00527473">
      <w:pPr>
        <w:spacing w:after="0"/>
        <w:rPr>
          <w:lang w:val="de-DE"/>
        </w:rPr>
      </w:pPr>
      <w:r>
        <w:rPr>
          <w:lang w:val="de-DE"/>
        </w:rPr>
        <w:t>La principale langue de travail de l’unité est l’anglais, pour lequel une maîtrise est requise, tant en termes de production écrite (notes et rapports) que de prestations orales (réunions avec des publics restreints ou larges). Une bonne connaissance du français est considérée comme un atout.</w:t>
      </w:r>
    </w:p>
    <w:p w14:paraId="0721096F" w14:textId="77777777" w:rsidR="000B5BB7" w:rsidRDefault="000B5BB7" w:rsidP="00527473">
      <w:pPr>
        <w:spacing w:after="0"/>
        <w:rPr>
          <w:lang w:val="de-DE"/>
        </w:rPr>
      </w:pPr>
      <w:r>
        <w:rPr>
          <w:lang w:val="de-DE"/>
        </w:rPr>
        <w:t>Le candidat doit déjà être titulaire d’une habilitation de sécurité valide jusqu’au niveau « SECRET UE/EU SECRET » soit, si cela n’est pas le cas, être prêt à se soumettre à la procédure de vérification de sécurité nationale pour être autorisé à exercer son activité.</w:t>
      </w:r>
    </w:p>
    <w:p w14:paraId="7B92B82C" w14:textId="485F327F"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216B7788" w:rsidR="0017274D" w:rsidRPr="00E61551" w:rsidRDefault="000B5BB7"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51A65A5D" w:rsidR="00A95A44" w:rsidRDefault="000B5BB7" w:rsidP="00527473">
      <w:pPr>
        <w:spacing w:after="0"/>
        <w:rPr>
          <w:lang w:val="de-DE"/>
        </w:rPr>
      </w:pPr>
      <w:r>
        <w:rPr>
          <w:lang w:val="de-DE"/>
        </w:rPr>
        <w:t>Wir sind HR.DS.2, die für Ermittlungen und Analysen zuständige Einheit der Direktion Sicherheit der Generaldirektion Personal und Sicherheit. Unsere Aufgabe besteht darin, das Personal, die Vermögenswerte und die Informationen der Kommission vor allen Arten von Bedrohungen zu schützen, die von Terrorismus, gewalttätigem Extremismus, feindlichen Nachrichtendiensten und anderen Quellen ausgehen. Die Einheit besteht aus etwa 45 Mitarbeitern (einschließlich abgeordneter nationaler Experten), die in vier Sektoren aufgeteilt sind und in einem dynamischen und freundlichen Umfeld arbeiten. Die Hauptaufgaben der Einheit sind Spionageabwehr (CI) und Terrorismusbekämpfung (CT), Bedrohungsanalyse, Cyber Response (CART) und Open Source Intelligence (OSINT). Die Einheit ist verantwortlich für die Durchführung von Sicherheitsuntersuchungen in den Bereichen Spionage und Terrorismus sowie für die Sensibilisierung des Personals, einschließlich der Kabinette und Kommissare, für Sicherheitsrisiken im Zusammenhang mit Spionage und Terrorismus. Die Einheit ist zudem die Kontaktstelle für die Sicherheits- und Nachrichtendienste der Mitgliedstaaten innerhalb der Kommission.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A5F6783" w14:textId="77777777" w:rsidR="000B5BB7" w:rsidRDefault="000B5BB7" w:rsidP="00527473">
      <w:pPr>
        <w:spacing w:after="0"/>
        <w:rPr>
          <w:lang w:val="de-DE"/>
        </w:rPr>
      </w:pPr>
      <w:r>
        <w:rPr>
          <w:lang w:val="de-DE"/>
        </w:rPr>
        <w:t>Wir bieten eine Stelle als Ermittler/Analytiker im Bereich Spionageabwehr (CI) an, der aus 14 Mitarbeitern besteht. Der Bereich identifiziert, analysiert, bewertet, untersucht und überwacht potenzielle Bedrohungen durch nachrichtendienstliche Akteure sowohl innerhalb der EU als auch bei Reisen in Drittländer. Der Sektor führt in enger Zusammenarbeit mit den zuständigen Behörden der EU-Mitgliedstaaten regelmäßig Spionageabwehruntersuchungen durch. Wir suchen eine dynamische Kollegin/einen dynamischen Kollegen, die/der unter der Leitung eines europäischen Beamten und als Mitglied eines Teams von CI-Experten folgende Aufgaben wahrnimmt:</w:t>
      </w:r>
    </w:p>
    <w:p w14:paraId="2F7BDC8E" w14:textId="77777777" w:rsidR="000B5BB7" w:rsidRDefault="000B5BB7" w:rsidP="00527473">
      <w:pPr>
        <w:spacing w:after="0"/>
        <w:rPr>
          <w:lang w:val="de-DE"/>
        </w:rPr>
      </w:pPr>
      <w:r>
        <w:rPr>
          <w:lang w:val="de-DE"/>
        </w:rPr>
        <w:t>•</w:t>
      </w:r>
      <w:r>
        <w:rPr>
          <w:lang w:val="de-DE"/>
        </w:rPr>
        <w:tab/>
        <w:t>Sammlung, Analyse und Verarbeitung von Informationen über Spionageversuche in der Europäischen Kommission;</w:t>
      </w:r>
    </w:p>
    <w:p w14:paraId="649665F5" w14:textId="77777777" w:rsidR="000B5BB7" w:rsidRDefault="000B5BB7" w:rsidP="00527473">
      <w:pPr>
        <w:spacing w:after="0"/>
        <w:rPr>
          <w:lang w:val="de-DE"/>
        </w:rPr>
      </w:pPr>
    </w:p>
    <w:p w14:paraId="11DBEF09" w14:textId="77777777" w:rsidR="000B5BB7" w:rsidRDefault="000B5BB7" w:rsidP="00527473">
      <w:pPr>
        <w:spacing w:after="0"/>
        <w:rPr>
          <w:lang w:val="de-DE"/>
        </w:rPr>
      </w:pPr>
      <w:r>
        <w:rPr>
          <w:lang w:val="de-DE"/>
        </w:rPr>
        <w:t>•</w:t>
      </w:r>
      <w:r>
        <w:rPr>
          <w:lang w:val="de-DE"/>
        </w:rPr>
        <w:tab/>
        <w:t>Schutz des Personals, der Informationen und der Vermögenswerte der Europäischen Kommission vor den Aktivitäten feindlicher Nachrichtendienste durch die Umsetzung der Strategie der Europäischen Kommission zur Spionageabwehr und durch die Bewertung nachrichtendienstlicher Bedrohungen;</w:t>
      </w:r>
    </w:p>
    <w:p w14:paraId="3B66F179" w14:textId="77777777" w:rsidR="000B5BB7" w:rsidRDefault="000B5BB7" w:rsidP="00527473">
      <w:pPr>
        <w:spacing w:after="0"/>
        <w:rPr>
          <w:lang w:val="de-DE"/>
        </w:rPr>
      </w:pPr>
    </w:p>
    <w:p w14:paraId="00831664" w14:textId="77777777" w:rsidR="000B5BB7" w:rsidRDefault="000B5BB7" w:rsidP="00527473">
      <w:pPr>
        <w:spacing w:after="0"/>
        <w:rPr>
          <w:lang w:val="de-DE"/>
        </w:rPr>
      </w:pPr>
      <w:r>
        <w:rPr>
          <w:lang w:val="de-DE"/>
        </w:rPr>
        <w:t>•</w:t>
      </w:r>
      <w:r>
        <w:rPr>
          <w:lang w:val="de-DE"/>
        </w:rPr>
        <w:tab/>
        <w:t>Bereitstellung von analytischem und/oder operativem Fachwissen auf dem Gebiet der Spionageabwehr und der damit verbundenen Bedrohungen für die Institution. Erstellung von Untersuchungsberichten;</w:t>
      </w:r>
    </w:p>
    <w:p w14:paraId="273396F6" w14:textId="77777777" w:rsidR="000B5BB7" w:rsidRDefault="000B5BB7" w:rsidP="00527473">
      <w:pPr>
        <w:spacing w:after="0"/>
        <w:rPr>
          <w:lang w:val="de-DE"/>
        </w:rPr>
      </w:pPr>
    </w:p>
    <w:p w14:paraId="7EABE0C5" w14:textId="77777777" w:rsidR="000B5BB7" w:rsidRDefault="000B5BB7" w:rsidP="00527473">
      <w:pPr>
        <w:spacing w:after="0"/>
        <w:rPr>
          <w:lang w:val="de-DE"/>
        </w:rPr>
      </w:pPr>
      <w:r>
        <w:rPr>
          <w:lang w:val="de-DE"/>
        </w:rPr>
        <w:t>•</w:t>
      </w:r>
      <w:r>
        <w:rPr>
          <w:lang w:val="de-DE"/>
        </w:rPr>
        <w:tab/>
        <w:t xml:space="preserve">Durchführung von Sicherheitsuntersuchungen innerhalb der Europäischen Kommission im Zusammenhang mit Versuchen der Informationsbeschaffung durch feindliche staatliche oder nichtstaatliche Gegner; </w:t>
      </w:r>
    </w:p>
    <w:p w14:paraId="445B4504" w14:textId="77777777" w:rsidR="000B5BB7" w:rsidRDefault="000B5BB7" w:rsidP="00527473">
      <w:pPr>
        <w:spacing w:after="0"/>
        <w:rPr>
          <w:lang w:val="de-DE"/>
        </w:rPr>
      </w:pPr>
    </w:p>
    <w:p w14:paraId="5E7C6592" w14:textId="77777777" w:rsidR="000B5BB7" w:rsidRDefault="000B5BB7" w:rsidP="00527473">
      <w:pPr>
        <w:spacing w:after="0"/>
        <w:rPr>
          <w:lang w:val="de-DE"/>
        </w:rPr>
      </w:pPr>
      <w:r>
        <w:rPr>
          <w:lang w:val="de-DE"/>
        </w:rPr>
        <w:t>•</w:t>
      </w:r>
      <w:r>
        <w:rPr>
          <w:lang w:val="de-DE"/>
        </w:rPr>
        <w:tab/>
        <w:t>Sensibilisierung des Personals der Europäischen Kommission für nachrichtendienstliche Bedrohungen durch persönliche Informationsveranstaltungen für einzelne Beamte oder Gruppen von europäischen Beamten;</w:t>
      </w:r>
    </w:p>
    <w:p w14:paraId="04BD6DB3" w14:textId="77777777" w:rsidR="000B5BB7" w:rsidRDefault="000B5BB7" w:rsidP="00527473">
      <w:pPr>
        <w:spacing w:after="0"/>
        <w:rPr>
          <w:lang w:val="de-DE"/>
        </w:rPr>
      </w:pPr>
    </w:p>
    <w:p w14:paraId="6012DA10" w14:textId="77777777" w:rsidR="000B5BB7" w:rsidRDefault="000B5BB7" w:rsidP="00527473">
      <w:pPr>
        <w:spacing w:after="0"/>
        <w:rPr>
          <w:lang w:val="de-DE"/>
        </w:rPr>
      </w:pPr>
      <w:r>
        <w:rPr>
          <w:lang w:val="de-DE"/>
        </w:rPr>
        <w:t>•</w:t>
      </w:r>
      <w:r>
        <w:rPr>
          <w:lang w:val="de-DE"/>
        </w:rPr>
        <w:tab/>
        <w:t>Aufrechterhaltung und Verbesserung der operativen Verbindungen und Arbeitskontakte mit den Sicherheits- und Nachrichtendiensten anderer europäischer Institutionen, Mitgliedstaaten, Drittstaaten und internationaler Organisationen im Bereich der Spionageabwehr.</w:t>
      </w:r>
    </w:p>
    <w:p w14:paraId="2BE34DBA" w14:textId="3CD55B0D"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7CDC15B" w14:textId="77777777" w:rsidR="000B5BB7" w:rsidRDefault="000B5BB7" w:rsidP="00527473">
      <w:pPr>
        <w:spacing w:after="0"/>
        <w:rPr>
          <w:lang w:val="en-US"/>
        </w:rPr>
      </w:pPr>
      <w:r>
        <w:rPr>
          <w:lang w:val="en-US"/>
        </w:rPr>
        <w:t xml:space="preserve">Wir sind ein freundliches und dynamisches Team und suchen motivierte, pragmatische, teamorientierte, diskrete und professionelle Kolleginnen und Kollegen mit ausgeprägtem Verantwortungsbewusstsein. </w:t>
      </w:r>
    </w:p>
    <w:p w14:paraId="14407639" w14:textId="77777777" w:rsidR="000B5BB7" w:rsidRDefault="000B5BB7" w:rsidP="00527473">
      <w:pPr>
        <w:spacing w:after="0"/>
        <w:rPr>
          <w:lang w:val="en-US"/>
        </w:rPr>
      </w:pPr>
      <w:r>
        <w:rPr>
          <w:lang w:val="en-US"/>
        </w:rPr>
        <w:t>Der erfolgreiche Bewerber sollte über fundierte Erfahrungen mit CI-Untersuchungen und die Fähigkeit zu analytischen Aufgaben wie Sicherheitsrisikobewertungen verfügen.</w:t>
      </w:r>
    </w:p>
    <w:p w14:paraId="684614C6" w14:textId="77777777" w:rsidR="000B5BB7" w:rsidRDefault="000B5BB7" w:rsidP="00527473">
      <w:pPr>
        <w:spacing w:after="0"/>
        <w:rPr>
          <w:lang w:val="en-US"/>
        </w:rPr>
      </w:pPr>
      <w:r>
        <w:rPr>
          <w:lang w:val="en-US"/>
        </w:rPr>
        <w:t>Die Stelle erfordert fundierte Untersuchungserfahrung und analytische Fähigkeiten, die den Stelleninhaber in die Lage versetzen, auftragsbezogene vorläufige und eingehende Ermittlungen zu nachrichtendienstlichen Bedrohungen durchzuführen und entsprechende Untersuchungsberichte zu erstellen. Ausgezeichnete Kommunikationsfähigkeiten und die Fähigkeit, klar, präzise und prägnant zu schreiben, sind erforderlich. Kenntnisse im Bereich OSINT sind von Vorteil.</w:t>
      </w:r>
    </w:p>
    <w:p w14:paraId="7C3EBC13" w14:textId="77777777" w:rsidR="000B5BB7" w:rsidRDefault="000B5BB7" w:rsidP="00527473">
      <w:pPr>
        <w:spacing w:after="0"/>
        <w:rPr>
          <w:lang w:val="en-US"/>
        </w:rPr>
      </w:pPr>
      <w:r>
        <w:rPr>
          <w:lang w:val="en-US"/>
        </w:rPr>
        <w:t>Der ausgewählte Bewerber muss in der Lage sein, unter Druck zu arbeiten und belastbar sein. Er/sie sollte eine positive Einstellung haben und ergebnisorientiert, aufgeschlossen und flexibel sein sowie über gute Organisationsfähigkeiten und die Fähigkeit verfügen, Prioritäten zu setzen.</w:t>
      </w:r>
    </w:p>
    <w:p w14:paraId="07782E23" w14:textId="77777777" w:rsidR="000B5BB7" w:rsidRDefault="000B5BB7" w:rsidP="00527473">
      <w:pPr>
        <w:spacing w:after="0"/>
        <w:rPr>
          <w:lang w:val="en-US"/>
        </w:rPr>
      </w:pPr>
      <w:r>
        <w:rPr>
          <w:lang w:val="en-US"/>
        </w:rPr>
        <w:t>Die Hauptarbeitssprache des Sektors ist Englisch, das sowohl in schriftlicher Form (z. B. Notizen und Berichte) als auch in mündlicher Form (z. B. Besprechungen und Präsentationen vor kleinem oder großem Publikum) beherrscht werden muss. Gute Französischkenntnisse sind von Vorteil. Der Bewerber muss entweder Inhaber einer gültigen Sicherheitsüberprüfungsbescheinigung bis zum Geheimhaltungsgrad "SECRET UE/EU SECRET" sein oder bereit sein, sich einer nationalen Sicherheitsüberprüfung zu unterziehen, um seine Tätigkeit ausüben zu dürfen.</w:t>
      </w:r>
    </w:p>
    <w:p w14:paraId="7DFF067A" w14:textId="4A2BA57B"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B5BB7"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B5BB7"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B5BB7"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B5BB7"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B5BB7"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B5BB7"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B5BB7"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B5BB7"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B5BB7"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B5BB7"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B5BB7"/>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39C8"/>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966169-0763-4FD8-9DA8-A1F979314055}"/>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10</Pages>
  <Words>4140</Words>
  <Characters>23603</Characters>
  <Application>Microsoft Office Word</Application>
  <DocSecurity>4</DocSecurity>
  <PresentationFormat>Microsoft Word 14.0</PresentationFormat>
  <Lines>196</Lines>
  <Paragraphs>55</Paragraphs>
  <ScaleCrop>true</ScaleCrop>
  <Company/>
  <LinksUpToDate>false</LinksUpToDate>
  <CharactersWithSpaces>27688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2026-01-14T10:37:00Z</dcterms:created>
  <dcterms:modified xsi:type="dcterms:W3CDTF">2026-01-14T10:37:00Z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